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List1"/>
        <w:tblW w:w="0" w:type="auto"/>
        <w:tblLook w:val="04A0" w:firstRow="1" w:lastRow="0" w:firstColumn="1" w:lastColumn="0" w:noHBand="0" w:noVBand="1"/>
      </w:tblPr>
      <w:tblGrid>
        <w:gridCol w:w="2230"/>
        <w:gridCol w:w="2230"/>
        <w:gridCol w:w="2230"/>
        <w:gridCol w:w="2231"/>
        <w:gridCol w:w="2231"/>
        <w:gridCol w:w="2231"/>
        <w:gridCol w:w="2231"/>
      </w:tblGrid>
      <w:tr w:rsidR="00064941" w:rsidRPr="00DC2810" w:rsidTr="00DC28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64941" w:rsidRPr="00DC2810" w:rsidRDefault="00064941" w:rsidP="00DC2810">
            <w:pPr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What</w:t>
            </w: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Objective</w:t>
            </w: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Who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How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Media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When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 xml:space="preserve">Responsible </w:t>
            </w:r>
          </w:p>
        </w:tc>
      </w:tr>
      <w:tr w:rsidR="00064941" w:rsidRPr="00DC2810" w:rsidTr="00DC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64941" w:rsidRDefault="00064941" w:rsidP="00DC2810">
            <w:pPr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Terms of Reference</w:t>
            </w:r>
          </w:p>
          <w:p w:rsidR="00DC2810" w:rsidRPr="00DC2810" w:rsidRDefault="00DC281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Business approval</w:t>
            </w: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Project Sponsor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Meeting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Word doc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10/10/12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Project Manager</w:t>
            </w:r>
          </w:p>
        </w:tc>
      </w:tr>
      <w:tr w:rsidR="00064941" w:rsidRPr="00DC2810" w:rsidTr="00DC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64941" w:rsidRDefault="00064941" w:rsidP="00DC2810">
            <w:pPr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Business Case</w:t>
            </w:r>
          </w:p>
          <w:p w:rsidR="00DC2810" w:rsidRPr="00DC2810" w:rsidRDefault="00DC281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Business buy in</w:t>
            </w: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Senior Business Execs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Presentation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proofErr w:type="spellStart"/>
            <w:r w:rsidRPr="00DC2810">
              <w:rPr>
                <w:rFonts w:ascii="Gill Sans MT" w:hAnsi="Gill Sans MT"/>
              </w:rPr>
              <w:t>Powerpoint</w:t>
            </w:r>
            <w:proofErr w:type="spellEnd"/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Business briefing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Project Manager</w:t>
            </w:r>
          </w:p>
        </w:tc>
      </w:tr>
      <w:tr w:rsidR="00064941" w:rsidRPr="00DC2810" w:rsidTr="00DC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64941" w:rsidRDefault="00064941" w:rsidP="00DC2810">
            <w:pPr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Feasibility Prototype</w:t>
            </w:r>
          </w:p>
          <w:p w:rsidR="00DC2810" w:rsidRPr="00DC2810" w:rsidRDefault="00DC281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Feedback</w:t>
            </w: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Business Users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Demonstration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HTML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proofErr w:type="spellStart"/>
            <w:r w:rsidRPr="00DC2810">
              <w:rPr>
                <w:rFonts w:ascii="Gill Sans MT" w:hAnsi="Gill Sans MT"/>
              </w:rPr>
              <w:t>t.b.a</w:t>
            </w:r>
            <w:proofErr w:type="spellEnd"/>
            <w:r w:rsidRPr="00DC2810">
              <w:rPr>
                <w:rFonts w:ascii="Gill Sans MT" w:hAnsi="Gill Sans MT"/>
              </w:rPr>
              <w:t>.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Developers</w:t>
            </w:r>
          </w:p>
        </w:tc>
      </w:tr>
      <w:tr w:rsidR="00064941" w:rsidRPr="00DC2810" w:rsidTr="00DC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64941" w:rsidRDefault="00064941" w:rsidP="00DC2810">
            <w:pPr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Outline Plan</w:t>
            </w:r>
          </w:p>
          <w:p w:rsidR="00DC2810" w:rsidRPr="00DC2810" w:rsidRDefault="00DC281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Business approval</w:t>
            </w: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Senior Business Execs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Presentation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proofErr w:type="spellStart"/>
            <w:r w:rsidRPr="00DC2810">
              <w:rPr>
                <w:rFonts w:ascii="Gill Sans MT" w:hAnsi="Gill Sans MT"/>
              </w:rPr>
              <w:t>Ppt</w:t>
            </w:r>
            <w:proofErr w:type="spellEnd"/>
            <w:r w:rsidRPr="00DC2810">
              <w:rPr>
                <w:rFonts w:ascii="Gill Sans MT" w:hAnsi="Gill Sans MT"/>
              </w:rPr>
              <w:t xml:space="preserve"> + doc</w:t>
            </w: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Project Manager</w:t>
            </w:r>
          </w:p>
        </w:tc>
      </w:tr>
      <w:tr w:rsidR="00064941" w:rsidRPr="00DC2810" w:rsidTr="00DC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64941" w:rsidRDefault="000C2970" w:rsidP="00DC2810">
            <w:pPr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Status Report</w:t>
            </w:r>
          </w:p>
          <w:p w:rsidR="00DC2810" w:rsidRPr="00DC2810" w:rsidRDefault="00DC281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64941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Project progress</w:t>
            </w:r>
          </w:p>
        </w:tc>
        <w:tc>
          <w:tcPr>
            <w:tcW w:w="2230" w:type="dxa"/>
          </w:tcPr>
          <w:p w:rsidR="00064941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All Stakeholders</w:t>
            </w:r>
          </w:p>
        </w:tc>
        <w:tc>
          <w:tcPr>
            <w:tcW w:w="2231" w:type="dxa"/>
          </w:tcPr>
          <w:p w:rsidR="00064941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Email</w:t>
            </w:r>
          </w:p>
        </w:tc>
        <w:tc>
          <w:tcPr>
            <w:tcW w:w="2231" w:type="dxa"/>
          </w:tcPr>
          <w:p w:rsidR="00064941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 xml:space="preserve">Word </w:t>
            </w:r>
          </w:p>
        </w:tc>
        <w:tc>
          <w:tcPr>
            <w:tcW w:w="2231" w:type="dxa"/>
          </w:tcPr>
          <w:p w:rsidR="00064941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End of each month</w:t>
            </w:r>
          </w:p>
        </w:tc>
        <w:tc>
          <w:tcPr>
            <w:tcW w:w="2231" w:type="dxa"/>
          </w:tcPr>
          <w:p w:rsidR="00064941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Project Manager</w:t>
            </w:r>
          </w:p>
        </w:tc>
      </w:tr>
      <w:tr w:rsidR="00064941" w:rsidRPr="00DC2810" w:rsidTr="00DC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64941" w:rsidRDefault="000C2970" w:rsidP="00DC2810">
            <w:pPr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Burndown Chart</w:t>
            </w:r>
          </w:p>
          <w:p w:rsidR="00DC2810" w:rsidRPr="00DC2810" w:rsidRDefault="00DC281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64941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Project progress</w:t>
            </w:r>
          </w:p>
        </w:tc>
        <w:tc>
          <w:tcPr>
            <w:tcW w:w="2230" w:type="dxa"/>
          </w:tcPr>
          <w:p w:rsidR="00064941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Dev</w:t>
            </w:r>
            <w:r w:rsidR="008F284C" w:rsidRPr="00DC2810">
              <w:rPr>
                <w:rFonts w:ascii="Gill Sans MT" w:hAnsi="Gill Sans MT"/>
              </w:rPr>
              <w:t>elopment</w:t>
            </w:r>
            <w:r w:rsidRPr="00DC2810">
              <w:rPr>
                <w:rFonts w:ascii="Gill Sans MT" w:hAnsi="Gill Sans MT"/>
              </w:rPr>
              <w:t xml:space="preserve"> Team</w:t>
            </w:r>
          </w:p>
        </w:tc>
        <w:tc>
          <w:tcPr>
            <w:tcW w:w="2231" w:type="dxa"/>
          </w:tcPr>
          <w:p w:rsidR="00064941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Noticeboard</w:t>
            </w:r>
          </w:p>
        </w:tc>
        <w:tc>
          <w:tcPr>
            <w:tcW w:w="2231" w:type="dxa"/>
          </w:tcPr>
          <w:p w:rsidR="00064941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Print out</w:t>
            </w:r>
          </w:p>
        </w:tc>
        <w:tc>
          <w:tcPr>
            <w:tcW w:w="2231" w:type="dxa"/>
          </w:tcPr>
          <w:p w:rsidR="00064941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Daily</w:t>
            </w:r>
          </w:p>
        </w:tc>
        <w:tc>
          <w:tcPr>
            <w:tcW w:w="2231" w:type="dxa"/>
          </w:tcPr>
          <w:p w:rsidR="00064941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  <w:r w:rsidRPr="00DC2810">
              <w:rPr>
                <w:rFonts w:ascii="Gill Sans MT" w:hAnsi="Gill Sans MT"/>
              </w:rPr>
              <w:t>Dev Team Lead</w:t>
            </w:r>
          </w:p>
        </w:tc>
      </w:tr>
      <w:tr w:rsidR="00064941" w:rsidRPr="00DC2810" w:rsidTr="00DC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64941" w:rsidRPr="00DC2810" w:rsidRDefault="00064941" w:rsidP="00DC2810">
            <w:pPr>
              <w:rPr>
                <w:rFonts w:ascii="Gill Sans MT" w:hAnsi="Gill Sans MT"/>
              </w:rPr>
            </w:pPr>
            <w:bookmarkStart w:id="0" w:name="_GoBack"/>
            <w:bookmarkEnd w:id="0"/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64941" w:rsidRPr="00DC2810" w:rsidTr="00DC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64941" w:rsidRPr="00DC2810" w:rsidRDefault="00064941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64941" w:rsidRPr="00DC2810" w:rsidTr="00DC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64941" w:rsidRPr="00DC2810" w:rsidRDefault="00064941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64941" w:rsidRPr="00DC2810" w:rsidRDefault="00064941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C2970" w:rsidRPr="00DC2810" w:rsidTr="00DC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C2970" w:rsidRPr="00DC2810" w:rsidRDefault="000C297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C2970" w:rsidRPr="00DC2810" w:rsidTr="00DC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C2970" w:rsidRPr="00DC2810" w:rsidRDefault="000C297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C2970" w:rsidRPr="00DC2810" w:rsidTr="00DC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C2970" w:rsidRPr="00DC2810" w:rsidRDefault="000C297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C2970" w:rsidRPr="00DC2810" w:rsidTr="00DC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C2970" w:rsidRPr="00DC2810" w:rsidRDefault="000C297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C2970" w:rsidRPr="00DC2810" w:rsidTr="00DC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C2970" w:rsidRPr="00DC2810" w:rsidRDefault="000C297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C2970" w:rsidRPr="00DC2810" w:rsidTr="00DC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C2970" w:rsidRPr="00DC2810" w:rsidRDefault="000C297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C2970" w:rsidRPr="00DC2810" w:rsidTr="00DC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C2970" w:rsidRPr="00DC2810" w:rsidRDefault="000C297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C2970" w:rsidRPr="00DC2810" w:rsidTr="00DC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C2970" w:rsidRPr="00DC2810" w:rsidRDefault="000C297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C2970" w:rsidRPr="00DC2810" w:rsidTr="00DC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C2970" w:rsidRPr="00DC2810" w:rsidRDefault="000C297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C2970" w:rsidRPr="00DC2810" w:rsidTr="00DC2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C2970" w:rsidRPr="00DC2810" w:rsidRDefault="000C297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  <w:tr w:rsidR="000C2970" w:rsidRPr="00DC2810" w:rsidTr="00DC28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0" w:type="dxa"/>
          </w:tcPr>
          <w:p w:rsidR="000C2970" w:rsidRPr="00DC2810" w:rsidRDefault="000C2970" w:rsidP="00DC2810">
            <w:pPr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0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  <w:tc>
          <w:tcPr>
            <w:tcW w:w="2231" w:type="dxa"/>
          </w:tcPr>
          <w:p w:rsidR="000C2970" w:rsidRPr="00DC2810" w:rsidRDefault="000C2970" w:rsidP="00DC28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</w:rPr>
            </w:pPr>
          </w:p>
        </w:tc>
      </w:tr>
    </w:tbl>
    <w:p w:rsidR="00660869" w:rsidRPr="00DC2810" w:rsidRDefault="00660869">
      <w:pPr>
        <w:rPr>
          <w:rFonts w:ascii="Gill Sans MT" w:hAnsi="Gill Sans MT"/>
        </w:rPr>
      </w:pPr>
    </w:p>
    <w:p w:rsidR="00F667BB" w:rsidRPr="00DC2810" w:rsidRDefault="00F667BB" w:rsidP="00F667BB">
      <w:pPr>
        <w:spacing w:after="0" w:line="240" w:lineRule="auto"/>
        <w:rPr>
          <w:rFonts w:ascii="Gill Sans MT" w:hAnsi="Gill Sans MT"/>
          <w:i/>
          <w:color w:val="002060"/>
        </w:rPr>
      </w:pPr>
    </w:p>
    <w:sectPr w:rsidR="00F667BB" w:rsidRPr="00DC2810" w:rsidSect="000649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FE1" w:rsidRDefault="004D6FE1" w:rsidP="000C2970">
      <w:pPr>
        <w:spacing w:after="0" w:line="240" w:lineRule="auto"/>
      </w:pPr>
      <w:r>
        <w:separator/>
      </w:r>
    </w:p>
  </w:endnote>
  <w:endnote w:type="continuationSeparator" w:id="0">
    <w:p w:rsidR="004D6FE1" w:rsidRDefault="004D6FE1" w:rsidP="000C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970" w:rsidRDefault="000C29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970" w:rsidRDefault="000C29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970" w:rsidRDefault="000C29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FE1" w:rsidRDefault="004D6FE1" w:rsidP="000C2970">
      <w:pPr>
        <w:spacing w:after="0" w:line="240" w:lineRule="auto"/>
      </w:pPr>
      <w:r>
        <w:separator/>
      </w:r>
    </w:p>
  </w:footnote>
  <w:footnote w:type="continuationSeparator" w:id="0">
    <w:p w:rsidR="004D6FE1" w:rsidRDefault="004D6FE1" w:rsidP="000C2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970" w:rsidRDefault="000C29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970" w:rsidRPr="000C2970" w:rsidRDefault="000C2970">
    <w:pPr>
      <w:pStyle w:val="Header"/>
      <w:rPr>
        <w:b/>
        <w:sz w:val="32"/>
      </w:rPr>
    </w:pPr>
    <w:r w:rsidRPr="000C2970">
      <w:rPr>
        <w:b/>
        <w:sz w:val="32"/>
      </w:rPr>
      <w:t xml:space="preserve">Communication Plan </w:t>
    </w:r>
  </w:p>
  <w:p w:rsidR="000C2970" w:rsidRDefault="000C297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970" w:rsidRDefault="000C29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41"/>
    <w:rsid w:val="00064941"/>
    <w:rsid w:val="000C2970"/>
    <w:rsid w:val="001F4D64"/>
    <w:rsid w:val="004D6FE1"/>
    <w:rsid w:val="00660869"/>
    <w:rsid w:val="008C5ADB"/>
    <w:rsid w:val="008F284C"/>
    <w:rsid w:val="00DC2810"/>
    <w:rsid w:val="00F6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06494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0C29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970"/>
  </w:style>
  <w:style w:type="paragraph" w:styleId="Footer">
    <w:name w:val="footer"/>
    <w:basedOn w:val="Normal"/>
    <w:link w:val="FooterChar"/>
    <w:uiPriority w:val="99"/>
    <w:unhideWhenUsed/>
    <w:rsid w:val="000C29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970"/>
  </w:style>
  <w:style w:type="paragraph" w:styleId="BalloonText">
    <w:name w:val="Balloon Text"/>
    <w:basedOn w:val="Normal"/>
    <w:link w:val="BalloonTextChar"/>
    <w:uiPriority w:val="99"/>
    <w:semiHidden/>
    <w:unhideWhenUsed/>
    <w:rsid w:val="000C2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970"/>
    <w:rPr>
      <w:rFonts w:ascii="Tahoma" w:hAnsi="Tahoma" w:cs="Tahoma"/>
      <w:sz w:val="16"/>
      <w:szCs w:val="16"/>
    </w:rPr>
  </w:style>
  <w:style w:type="table" w:styleId="MediumList1">
    <w:name w:val="Medium List 1"/>
    <w:basedOn w:val="TableNormal"/>
    <w:uiPriority w:val="65"/>
    <w:rsid w:val="00DC28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06494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0C29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970"/>
  </w:style>
  <w:style w:type="paragraph" w:styleId="Footer">
    <w:name w:val="footer"/>
    <w:basedOn w:val="Normal"/>
    <w:link w:val="FooterChar"/>
    <w:uiPriority w:val="99"/>
    <w:unhideWhenUsed/>
    <w:rsid w:val="000C29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970"/>
  </w:style>
  <w:style w:type="paragraph" w:styleId="BalloonText">
    <w:name w:val="Balloon Text"/>
    <w:basedOn w:val="Normal"/>
    <w:link w:val="BalloonTextChar"/>
    <w:uiPriority w:val="99"/>
    <w:semiHidden/>
    <w:unhideWhenUsed/>
    <w:rsid w:val="000C2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970"/>
    <w:rPr>
      <w:rFonts w:ascii="Tahoma" w:hAnsi="Tahoma" w:cs="Tahoma"/>
      <w:sz w:val="16"/>
      <w:szCs w:val="16"/>
    </w:rPr>
  </w:style>
  <w:style w:type="table" w:styleId="MediumList1">
    <w:name w:val="Medium List 1"/>
    <w:basedOn w:val="TableNormal"/>
    <w:uiPriority w:val="65"/>
    <w:rsid w:val="00DC28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D79E0158</Template>
  <TotalTime>22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2012-02-29T16:31:00Z</dcterms:created>
  <dcterms:modified xsi:type="dcterms:W3CDTF">2018-01-15T10:20:00Z</dcterms:modified>
</cp:coreProperties>
</file>